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6FF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779D15" w14:textId="77777777" w:rsidTr="00146EEC">
        <w:tc>
          <w:tcPr>
            <w:tcW w:w="2689" w:type="dxa"/>
          </w:tcPr>
          <w:p w14:paraId="0BE4BE9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70B9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8ADA382" w14:textId="77777777" w:rsidTr="00146EEC">
        <w:tc>
          <w:tcPr>
            <w:tcW w:w="2689" w:type="dxa"/>
          </w:tcPr>
          <w:p w14:paraId="53D21069" w14:textId="15CF6BBB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A6A27">
              <w:t>1</w:t>
            </w:r>
          </w:p>
        </w:tc>
        <w:tc>
          <w:tcPr>
            <w:tcW w:w="6939" w:type="dxa"/>
          </w:tcPr>
          <w:p w14:paraId="3CCC678F" w14:textId="6819092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C07AF">
              <w:t>4</w:t>
            </w:r>
            <w:r w:rsidRPr="007C778A">
              <w:t>.0.</w:t>
            </w:r>
          </w:p>
        </w:tc>
      </w:tr>
    </w:tbl>
    <w:p w14:paraId="08665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6E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CEADC7" w14:textId="4C38BCF2" w:rsidR="00F1480E" w:rsidRPr="000754EC" w:rsidRDefault="00EB27E5" w:rsidP="00291B8C">
            <w:pPr>
              <w:pStyle w:val="SIUNITCODE"/>
            </w:pPr>
            <w:r>
              <w:t>AHCBUS</w:t>
            </w:r>
            <w:r w:rsidR="001E6208">
              <w:t>6</w:t>
            </w:r>
            <w:r w:rsidR="00CA6A27">
              <w:t>1</w:t>
            </w:r>
            <w:r w:rsidR="001E6208">
              <w:t>2</w:t>
            </w:r>
          </w:p>
        </w:tc>
        <w:tc>
          <w:tcPr>
            <w:tcW w:w="3604" w:type="pct"/>
            <w:shd w:val="clear" w:color="auto" w:fill="auto"/>
          </w:tcPr>
          <w:p w14:paraId="68EDA02E" w14:textId="6F813C21" w:rsidR="00F1480E" w:rsidRPr="000754EC" w:rsidRDefault="001E6208" w:rsidP="000754EC">
            <w:pPr>
              <w:pStyle w:val="SIUnittitle"/>
            </w:pPr>
            <w:r w:rsidRPr="001E6208">
              <w:t>Review land management plans and strategies</w:t>
            </w:r>
          </w:p>
        </w:tc>
      </w:tr>
      <w:tr w:rsidR="00F1480E" w:rsidRPr="00963A46" w14:paraId="1FDBDCF4" w14:textId="77777777" w:rsidTr="00CA2922">
        <w:tc>
          <w:tcPr>
            <w:tcW w:w="1396" w:type="pct"/>
            <w:shd w:val="clear" w:color="auto" w:fill="auto"/>
          </w:tcPr>
          <w:p w14:paraId="134581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767E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E42168" w14:textId="4BECA610" w:rsidR="001E6208" w:rsidRPr="001E6208" w:rsidRDefault="001E6208" w:rsidP="001E6208">
            <w:pPr>
              <w:pStyle w:val="SIText"/>
            </w:pPr>
            <w:r w:rsidRPr="00A06417">
              <w:t xml:space="preserve">This unit of competency describes the skills and knowledge required to </w:t>
            </w:r>
            <w:r w:rsidRPr="001E6208">
              <w:t>review and assess effectiveness of land use</w:t>
            </w:r>
            <w:r w:rsidR="001A3559">
              <w:t>, land</w:t>
            </w:r>
            <w:r w:rsidRPr="001E6208">
              <w:t xml:space="preserve"> management plans and strategies.</w:t>
            </w:r>
          </w:p>
          <w:p w14:paraId="02E25AA4" w14:textId="77777777" w:rsidR="001E6208" w:rsidRPr="00A06417" w:rsidRDefault="001E6208" w:rsidP="001E6208">
            <w:pPr>
              <w:pStyle w:val="SIText"/>
            </w:pPr>
          </w:p>
          <w:p w14:paraId="6EF7E6B9" w14:textId="5F933F66" w:rsidR="001A3559" w:rsidRDefault="001A3559" w:rsidP="001A3559">
            <w:pPr>
              <w:pStyle w:val="SIText"/>
            </w:pPr>
            <w:r w:rsidRPr="00A06417">
              <w:t xml:space="preserve">This unit applies to individuals who </w:t>
            </w:r>
            <w:r>
              <w:t>work at a strategic level, with capacity to devolve responsibilities to others. In this role, workers</w:t>
            </w:r>
            <w:r w:rsidRPr="00A06417">
              <w:t xml:space="preserve"> analyse, design and communicate solutions to a range of complex problems.</w:t>
            </w:r>
          </w:p>
          <w:p w14:paraId="43735D08" w14:textId="77777777" w:rsidR="001A3559" w:rsidRPr="001A3559" w:rsidRDefault="001A3559" w:rsidP="001A3559">
            <w:pPr>
              <w:pStyle w:val="SIText"/>
            </w:pPr>
          </w:p>
          <w:p w14:paraId="40BC0079" w14:textId="77777777" w:rsidR="001E6208" w:rsidRPr="001E6208" w:rsidRDefault="001E6208" w:rsidP="001E6208">
            <w:pPr>
              <w:pStyle w:val="SIText"/>
            </w:pPr>
            <w:r w:rsidRPr="00A06417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076AF2F6" w14:textId="77777777" w:rsidR="001E6208" w:rsidRPr="00A06417" w:rsidRDefault="001E6208" w:rsidP="001E6208">
            <w:pPr>
              <w:pStyle w:val="SIText"/>
            </w:pPr>
          </w:p>
          <w:p w14:paraId="62638B17" w14:textId="0032B044" w:rsidR="00373436" w:rsidRPr="000754EC" w:rsidRDefault="001E6208" w:rsidP="001E6208">
            <w:pPr>
              <w:pStyle w:val="SIText"/>
            </w:pPr>
            <w:r w:rsidRPr="00A06417">
              <w:t>No licensing, legislative or certification requirements apply to this unit at the time of publication.</w:t>
            </w:r>
          </w:p>
        </w:tc>
      </w:tr>
      <w:tr w:rsidR="00F1480E" w:rsidRPr="00963A46" w14:paraId="0C1383A3" w14:textId="77777777" w:rsidTr="00CA2922">
        <w:tc>
          <w:tcPr>
            <w:tcW w:w="1396" w:type="pct"/>
            <w:shd w:val="clear" w:color="auto" w:fill="auto"/>
          </w:tcPr>
          <w:p w14:paraId="50B850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E9093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9264BC" w14:textId="77777777" w:rsidTr="00CA2922">
        <w:tc>
          <w:tcPr>
            <w:tcW w:w="1396" w:type="pct"/>
            <w:shd w:val="clear" w:color="auto" w:fill="auto"/>
          </w:tcPr>
          <w:p w14:paraId="63ADB2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B7BB1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32F5D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E37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A7C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3888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5CC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844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F5157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6208" w:rsidRPr="00963A46" w14:paraId="4CD385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5BE20" w14:textId="1D0FC329" w:rsidR="001E6208" w:rsidRPr="001E6208" w:rsidRDefault="001E6208" w:rsidP="001E6208">
            <w:pPr>
              <w:pStyle w:val="SIText"/>
            </w:pPr>
            <w:r>
              <w:t>1.</w:t>
            </w:r>
            <w:r w:rsidR="005C07AF">
              <w:t xml:space="preserve"> </w:t>
            </w:r>
            <w:r w:rsidRPr="001E6208">
              <w:t>Determine mechanisms and criteria for reviewing land use</w:t>
            </w:r>
            <w:r w:rsidR="001A3559">
              <w:t>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554B8FD1" w14:textId="443AFC34" w:rsidR="001E6208" w:rsidRPr="001E6208" w:rsidRDefault="001E6208" w:rsidP="001E6208">
            <w:pPr>
              <w:pStyle w:val="SIText"/>
            </w:pPr>
            <w:r w:rsidRPr="00A06417">
              <w:t>1.1</w:t>
            </w:r>
            <w:r>
              <w:t xml:space="preserve"> </w:t>
            </w:r>
            <w:r w:rsidR="005C07AF">
              <w:t>E</w:t>
            </w:r>
            <w:r w:rsidRPr="00A06417">
              <w:t>stablish</w:t>
            </w:r>
            <w:r w:rsidR="005C07AF">
              <w:t xml:space="preserve"> clear</w:t>
            </w:r>
            <w:r w:rsidRPr="00A06417">
              <w:t xml:space="preserve"> reasons for reviewing land use</w:t>
            </w:r>
            <w:r w:rsidR="001A3559">
              <w:t>, land</w:t>
            </w:r>
            <w:r w:rsidRPr="00A06417">
              <w:t xml:space="preserve"> management plans and strategies </w:t>
            </w:r>
          </w:p>
          <w:p w14:paraId="4ED9159F" w14:textId="02D97123" w:rsidR="001E6208" w:rsidRPr="001E6208" w:rsidRDefault="001E6208">
            <w:pPr>
              <w:pStyle w:val="SIText"/>
            </w:pPr>
            <w:r w:rsidRPr="00A06417">
              <w:t>1.</w:t>
            </w:r>
            <w:r w:rsidRPr="001A3559">
              <w:t xml:space="preserve">2 </w:t>
            </w:r>
            <w:r w:rsidR="005C07AF" w:rsidRPr="001A3559">
              <w:t>A</w:t>
            </w:r>
            <w:r w:rsidRPr="001A3559">
              <w:t>nalys</w:t>
            </w:r>
            <w:r w:rsidR="005C07AF" w:rsidRPr="001A3559">
              <w:t>e</w:t>
            </w:r>
            <w:r w:rsidRPr="001A3559">
              <w:t xml:space="preserve"> data to </w:t>
            </w:r>
            <w:r w:rsidR="005C07AF" w:rsidRPr="001A3559">
              <w:t xml:space="preserve">determine </w:t>
            </w:r>
            <w:r w:rsidRPr="001A3559">
              <w:t xml:space="preserve">internal policy and </w:t>
            </w:r>
            <w:r w:rsidR="005C07AF" w:rsidRPr="001A3559">
              <w:t xml:space="preserve">procedures that </w:t>
            </w:r>
            <w:r w:rsidRPr="00EE0CC8">
              <w:rPr>
                <w:rStyle w:val="SITemporaryText"/>
                <w:color w:val="auto"/>
                <w:sz w:val="20"/>
              </w:rPr>
              <w:t>impact on</w:t>
            </w:r>
            <w:r w:rsidRPr="001A3559">
              <w:t xml:space="preserve"> land use</w:t>
            </w:r>
            <w:r w:rsidR="001A3559">
              <w:t>, land</w:t>
            </w:r>
            <w:r w:rsidRPr="001A3559">
              <w:t xml:space="preserve"> management</w:t>
            </w:r>
            <w:r w:rsidRPr="00A06417">
              <w:t xml:space="preserve"> plans and strategies</w:t>
            </w:r>
          </w:p>
          <w:p w14:paraId="791F66A6" w14:textId="6AD5F8BF" w:rsidR="001E6208" w:rsidRPr="001E6208" w:rsidRDefault="001E6208" w:rsidP="001E6208">
            <w:pPr>
              <w:pStyle w:val="SIText"/>
            </w:pPr>
            <w:r w:rsidRPr="00A06417">
              <w:t>1.3</w:t>
            </w:r>
            <w:r>
              <w:t xml:space="preserve"> </w:t>
            </w:r>
            <w:r w:rsidRPr="00A06417">
              <w:t xml:space="preserve">Interpret trends to identify changes occurring in </w:t>
            </w:r>
            <w:r w:rsidR="001A3559">
              <w:t xml:space="preserve">land use, </w:t>
            </w:r>
            <w:r w:rsidR="00D27949">
              <w:t xml:space="preserve">land </w:t>
            </w:r>
            <w:r w:rsidRPr="00A06417">
              <w:t>management plans and strategies</w:t>
            </w:r>
            <w:r w:rsidR="001A3559">
              <w:t>,</w:t>
            </w:r>
            <w:r w:rsidRPr="00A06417">
              <w:t xml:space="preserve"> beyond normal variations</w:t>
            </w:r>
          </w:p>
          <w:p w14:paraId="44B1F21B" w14:textId="2DB49799" w:rsidR="001E6208" w:rsidRPr="001E6208" w:rsidRDefault="001E6208" w:rsidP="001E6208">
            <w:pPr>
              <w:pStyle w:val="SIText"/>
            </w:pPr>
            <w:r w:rsidRPr="00A06417">
              <w:t>1.4</w:t>
            </w:r>
            <w:r>
              <w:t xml:space="preserve"> </w:t>
            </w:r>
            <w:r w:rsidRPr="00A06417">
              <w:t>Regularly review industry information to establish the need for reviewing land use</w:t>
            </w:r>
            <w:r w:rsidR="00D27949">
              <w:t>, land</w:t>
            </w:r>
            <w:r w:rsidRPr="00A06417">
              <w:t xml:space="preserve"> management plans</w:t>
            </w:r>
            <w:r w:rsidR="001A3559">
              <w:t>,</w:t>
            </w:r>
            <w:r w:rsidRPr="00A06417">
              <w:t xml:space="preserve"> and strategies within the organisation</w:t>
            </w:r>
          </w:p>
          <w:p w14:paraId="79A1BCC3" w14:textId="77777777" w:rsidR="001E6208" w:rsidRPr="001E6208" w:rsidRDefault="001E6208" w:rsidP="001E6208">
            <w:pPr>
              <w:pStyle w:val="SIText"/>
            </w:pPr>
            <w:r w:rsidRPr="00A06417">
              <w:t>1.5</w:t>
            </w:r>
            <w:r>
              <w:t xml:space="preserve"> </w:t>
            </w:r>
            <w:r w:rsidRPr="00A06417">
              <w:t>Determine realistic timeframes for review process</w:t>
            </w:r>
          </w:p>
        </w:tc>
      </w:tr>
      <w:tr w:rsidR="001E6208" w:rsidRPr="00963A46" w14:paraId="66DA35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B7E7E9" w14:textId="04289BD5" w:rsidR="001E6208" w:rsidRPr="001E6208" w:rsidRDefault="001E6208" w:rsidP="001E6208">
            <w:pPr>
              <w:pStyle w:val="SIText"/>
            </w:pPr>
            <w:r>
              <w:t>2.</w:t>
            </w:r>
            <w:r w:rsidR="005C07AF">
              <w:t xml:space="preserve"> </w:t>
            </w:r>
            <w:r w:rsidRPr="001E6208">
              <w:t>Analyse existing land</w:t>
            </w:r>
            <w:r w:rsidR="00D27949">
              <w:t xml:space="preserve"> use,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4F48C67C" w14:textId="642C2815" w:rsidR="001E6208" w:rsidRPr="001E6208" w:rsidRDefault="001E6208" w:rsidP="001E6208">
            <w:pPr>
              <w:pStyle w:val="SIText"/>
            </w:pPr>
            <w:r w:rsidRPr="00A06417">
              <w:t>2.1</w:t>
            </w:r>
            <w:r>
              <w:t xml:space="preserve"> </w:t>
            </w:r>
            <w:r w:rsidRPr="00A06417">
              <w:t>Assess trends and threats against the objectives of the land use</w:t>
            </w:r>
            <w:r w:rsidR="00D27949">
              <w:t xml:space="preserve"> land</w:t>
            </w:r>
            <w:r w:rsidRPr="00A06417">
              <w:t xml:space="preserve"> management plans and strategies</w:t>
            </w:r>
          </w:p>
          <w:p w14:paraId="35F37204" w14:textId="76A535DD" w:rsidR="001E6208" w:rsidRPr="001E6208" w:rsidRDefault="001E6208" w:rsidP="001E6208">
            <w:pPr>
              <w:pStyle w:val="SIText"/>
            </w:pPr>
            <w:r w:rsidRPr="00A06417">
              <w:t>2.2</w:t>
            </w:r>
            <w:r>
              <w:t xml:space="preserve"> </w:t>
            </w:r>
            <w:r w:rsidRPr="00A06417">
              <w:t>Identify and assess existing management plans and strategies relevant to the issue under consideration</w:t>
            </w:r>
            <w:r w:rsidR="001A3559">
              <w:t>,</w:t>
            </w:r>
            <w:r w:rsidRPr="00A06417">
              <w:t xml:space="preserve"> for effectiveness, relevance, and impact on resource management</w:t>
            </w:r>
          </w:p>
          <w:p w14:paraId="162ABAB2" w14:textId="7F84A2B1" w:rsidR="00D27949" w:rsidRDefault="001E6208" w:rsidP="00D27949">
            <w:pPr>
              <w:pStyle w:val="SIText"/>
            </w:pPr>
            <w:r w:rsidRPr="00A06417">
              <w:t>2.</w:t>
            </w:r>
            <w:r w:rsidR="00D27949">
              <w:t xml:space="preserve">3 </w:t>
            </w:r>
            <w:r w:rsidRPr="00A06417">
              <w:t>Analyse land use</w:t>
            </w:r>
            <w:r w:rsidR="00D27949">
              <w:t>, land</w:t>
            </w:r>
            <w:r w:rsidRPr="00A06417">
              <w:t xml:space="preserve"> management plans and strategies, taking account of the relevant historical, social, cultural, political, ecological, biodiversity and economic contexts in which they apply</w:t>
            </w:r>
          </w:p>
          <w:p w14:paraId="49C00E74" w14:textId="364C7FE6" w:rsidR="00D27949" w:rsidRPr="00D27949" w:rsidRDefault="00D27949" w:rsidP="00D27949">
            <w:pPr>
              <w:pStyle w:val="SIText"/>
            </w:pPr>
            <w:r w:rsidRPr="00A06417">
              <w:t>2.</w:t>
            </w:r>
            <w:r>
              <w:t>4</w:t>
            </w:r>
            <w:r w:rsidRPr="00D27949">
              <w:t xml:space="preserve"> Identify and prioritise gaps in management plans and strategies</w:t>
            </w:r>
          </w:p>
          <w:p w14:paraId="396FB714" w14:textId="5EA68164" w:rsidR="001E6208" w:rsidRPr="001E6208" w:rsidRDefault="001E6208">
            <w:pPr>
              <w:pStyle w:val="SIText"/>
            </w:pPr>
            <w:r w:rsidRPr="00A06417">
              <w:t>2.5</w:t>
            </w:r>
            <w:r>
              <w:t xml:space="preserve"> </w:t>
            </w:r>
            <w:r w:rsidR="00D27949">
              <w:t>Consult with stakeholders</w:t>
            </w:r>
            <w:r w:rsidRPr="00A06417">
              <w:t xml:space="preserve"> to ensure support for</w:t>
            </w:r>
            <w:r w:rsidR="00D27949">
              <w:t xml:space="preserve"> potential changes in</w:t>
            </w:r>
            <w:r w:rsidRPr="00A06417">
              <w:t xml:space="preserve"> </w:t>
            </w:r>
            <w:r w:rsidR="00D27949">
              <w:t>land</w:t>
            </w:r>
            <w:r w:rsidRPr="00A06417">
              <w:t xml:space="preserve"> management plans </w:t>
            </w:r>
          </w:p>
          <w:p w14:paraId="0DCF5AC7" w14:textId="1AFCFADF" w:rsidR="001E6208" w:rsidRPr="001E6208" w:rsidRDefault="001E6208" w:rsidP="001E6208">
            <w:pPr>
              <w:pStyle w:val="SIText"/>
            </w:pPr>
            <w:r w:rsidRPr="00A06417">
              <w:t>2.</w:t>
            </w:r>
            <w:r w:rsidR="00D27949">
              <w:t>6 I</w:t>
            </w:r>
            <w:r w:rsidRPr="00A06417">
              <w:t>dentify and resolve problems taking into consideration the views of stakeholders</w:t>
            </w:r>
          </w:p>
        </w:tc>
      </w:tr>
      <w:tr w:rsidR="001E6208" w:rsidRPr="00963A46" w14:paraId="1FADA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BBBDF0" w14:textId="3242044A" w:rsidR="00BB6894" w:rsidRPr="00BB6894" w:rsidRDefault="001E6208" w:rsidP="00BB6894">
            <w:pPr>
              <w:pStyle w:val="SIText"/>
            </w:pPr>
            <w:r>
              <w:lastRenderedPageBreak/>
              <w:t>3.</w:t>
            </w:r>
            <w:r w:rsidR="00BB6894">
              <w:t xml:space="preserve"> </w:t>
            </w:r>
            <w:r w:rsidRPr="001E6208">
              <w:t>Modify land use and management plans and strategies</w:t>
            </w:r>
          </w:p>
          <w:p w14:paraId="5C555557" w14:textId="77777777" w:rsidR="001E6208" w:rsidRPr="001E6208" w:rsidRDefault="001E6208" w:rsidP="001E620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0B7DA2C" w14:textId="50FC40C2" w:rsidR="001E6208" w:rsidRPr="001E6208" w:rsidRDefault="001E6208" w:rsidP="001E6208">
            <w:pPr>
              <w:pStyle w:val="SIText"/>
            </w:pPr>
            <w:r w:rsidRPr="00A06417">
              <w:t>3.1</w:t>
            </w:r>
            <w:r>
              <w:t xml:space="preserve"> </w:t>
            </w:r>
            <w:r w:rsidRPr="00A06417">
              <w:t xml:space="preserve">Evaluate feedback from </w:t>
            </w:r>
            <w:r w:rsidR="00D27949">
              <w:t>stakeholders</w:t>
            </w:r>
            <w:r w:rsidR="00D27949" w:rsidRPr="00A06417">
              <w:t xml:space="preserve"> </w:t>
            </w:r>
            <w:r w:rsidRPr="00A06417">
              <w:t>on existing land use</w:t>
            </w:r>
            <w:r w:rsidR="00D27949">
              <w:t>, land</w:t>
            </w:r>
            <w:r w:rsidRPr="00A06417">
              <w:t xml:space="preserve"> management plans and strategies</w:t>
            </w:r>
          </w:p>
          <w:p w14:paraId="3839B595" w14:textId="58524DCC" w:rsidR="001E6208" w:rsidRPr="001E6208" w:rsidRDefault="001E6208" w:rsidP="001E6208">
            <w:pPr>
              <w:pStyle w:val="SIText"/>
            </w:pPr>
            <w:r w:rsidRPr="00A06417">
              <w:t>3.2</w:t>
            </w:r>
            <w:r>
              <w:t xml:space="preserve"> </w:t>
            </w:r>
            <w:r w:rsidRPr="00A06417">
              <w:t xml:space="preserve">Prepare modified land management plans and strategies covering </w:t>
            </w:r>
            <w:r w:rsidR="00D27949">
              <w:t>revised outcomes,</w:t>
            </w:r>
            <w:r w:rsidRPr="00A06417">
              <w:t xml:space="preserve"> </w:t>
            </w:r>
            <w:r w:rsidR="00D27949" w:rsidRPr="00A06417">
              <w:t>in a standardised format</w:t>
            </w:r>
            <w:r w:rsidR="00D27949" w:rsidRPr="00D27949">
              <w:t xml:space="preserve"> </w:t>
            </w:r>
          </w:p>
          <w:p w14:paraId="07BBF535" w14:textId="23B9C581" w:rsidR="00BB6894" w:rsidRDefault="00BB6894" w:rsidP="00BB6894">
            <w:pPr>
              <w:pStyle w:val="SIText"/>
            </w:pPr>
            <w:r w:rsidRPr="00A06417">
              <w:t>3.</w:t>
            </w:r>
            <w:r>
              <w:t xml:space="preserve">3 </w:t>
            </w:r>
            <w:r w:rsidRPr="00A06417">
              <w:t xml:space="preserve">Ensure modified land use and management plans and strategies comply with relevant legislation </w:t>
            </w:r>
          </w:p>
          <w:p w14:paraId="5764B40C" w14:textId="6795151E" w:rsidR="00BB6894" w:rsidRDefault="00BB6894" w:rsidP="00BB6894">
            <w:pPr>
              <w:pStyle w:val="SIText"/>
            </w:pPr>
            <w:r w:rsidRPr="00A06417">
              <w:t>3.</w:t>
            </w:r>
            <w:r>
              <w:t>4</w:t>
            </w:r>
            <w:r w:rsidRPr="00BB6894">
              <w:t xml:space="preserve"> Incorporate outcomes of the consultative process in amended land use and management plans and strategies, and seek agreement from stakeholders where appropriate </w:t>
            </w:r>
          </w:p>
          <w:p w14:paraId="3220641E" w14:textId="47C84243" w:rsidR="001E6208" w:rsidRPr="001E6208" w:rsidRDefault="001E6208" w:rsidP="001E6208">
            <w:pPr>
              <w:pStyle w:val="SIText"/>
            </w:pPr>
            <w:r w:rsidRPr="00A06417">
              <w:t>3.</w:t>
            </w:r>
            <w:r w:rsidR="00BB6894">
              <w:t xml:space="preserve">5 </w:t>
            </w:r>
            <w:r w:rsidR="00D27949">
              <w:t xml:space="preserve">Ensure revised land management plans are consistent with the overall </w:t>
            </w:r>
            <w:r w:rsidRPr="00A06417">
              <w:t xml:space="preserve">business plan and </w:t>
            </w:r>
            <w:r w:rsidR="00BB6894">
              <w:t>adjust as required</w:t>
            </w:r>
          </w:p>
        </w:tc>
      </w:tr>
      <w:tr w:rsidR="001E6208" w:rsidRPr="00963A46" w14:paraId="664629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CE8B95" w14:textId="29AB603A" w:rsidR="001E6208" w:rsidRPr="001E6208" w:rsidRDefault="001E6208" w:rsidP="001E6208">
            <w:pPr>
              <w:pStyle w:val="SIText"/>
            </w:pPr>
            <w:r>
              <w:t>4.</w:t>
            </w:r>
            <w:r w:rsidR="00BB6894">
              <w:t xml:space="preserve"> </w:t>
            </w:r>
            <w:r w:rsidRPr="001E6208">
              <w:t>Implement modified land use and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05CDB9C9" w14:textId="77777777" w:rsidR="001E6208" w:rsidRPr="001E6208" w:rsidRDefault="001E6208" w:rsidP="001E6208">
            <w:pPr>
              <w:pStyle w:val="SIText"/>
            </w:pPr>
            <w:r w:rsidRPr="00A06417">
              <w:t>4.1</w:t>
            </w:r>
            <w:r>
              <w:t xml:space="preserve"> </w:t>
            </w:r>
            <w:r w:rsidRPr="00A06417">
              <w:t>Modify operational processes to obtain additional key data and monitor changes to conservation strategies and plans</w:t>
            </w:r>
          </w:p>
          <w:p w14:paraId="405D01A7" w14:textId="77777777" w:rsidR="001E6208" w:rsidRPr="001E6208" w:rsidRDefault="001E6208" w:rsidP="001E6208">
            <w:pPr>
              <w:pStyle w:val="SIText"/>
            </w:pPr>
            <w:r w:rsidRPr="00A06417">
              <w:t>4.2</w:t>
            </w:r>
            <w:r>
              <w:t xml:space="preserve"> </w:t>
            </w:r>
            <w:r w:rsidRPr="00A06417">
              <w:t>Provide education and training to employees to ensure effective implementation</w:t>
            </w:r>
          </w:p>
          <w:p w14:paraId="4B152EE5" w14:textId="77777777" w:rsidR="001E6208" w:rsidRPr="001E6208" w:rsidRDefault="001E6208" w:rsidP="001E6208">
            <w:pPr>
              <w:pStyle w:val="SIText"/>
            </w:pPr>
            <w:r w:rsidRPr="00A06417">
              <w:t>4.3</w:t>
            </w:r>
            <w:r>
              <w:t xml:space="preserve"> </w:t>
            </w:r>
            <w:r w:rsidRPr="00A06417">
              <w:t>Provide education and training to stakeholders to promote implementation</w:t>
            </w:r>
          </w:p>
          <w:p w14:paraId="06B4EF1F" w14:textId="77777777" w:rsidR="001E6208" w:rsidRPr="001E6208" w:rsidRDefault="001E6208" w:rsidP="001E6208">
            <w:pPr>
              <w:pStyle w:val="SIText"/>
            </w:pPr>
            <w:r w:rsidRPr="00A06417">
              <w:t>4.4</w:t>
            </w:r>
            <w:r>
              <w:t xml:space="preserve"> </w:t>
            </w:r>
            <w:r w:rsidRPr="00A06417">
              <w:t>Implement modifications in a timely manner to reflect the need for changes confirmed through the review process</w:t>
            </w:r>
          </w:p>
        </w:tc>
      </w:tr>
    </w:tbl>
    <w:p w14:paraId="2CA9E79A" w14:textId="77777777" w:rsidR="005F771F" w:rsidRDefault="005F771F" w:rsidP="005F771F">
      <w:pPr>
        <w:pStyle w:val="SIText"/>
      </w:pPr>
    </w:p>
    <w:p w14:paraId="0D26C6E1" w14:textId="77777777" w:rsidR="005F771F" w:rsidRPr="000754EC" w:rsidRDefault="005F771F" w:rsidP="000754EC">
      <w:r>
        <w:br w:type="page"/>
      </w:r>
    </w:p>
    <w:p w14:paraId="23A867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BB189C" w14:textId="77777777" w:rsidTr="00CA2922">
        <w:trPr>
          <w:tblHeader/>
        </w:trPr>
        <w:tc>
          <w:tcPr>
            <w:tcW w:w="5000" w:type="pct"/>
            <w:gridSpan w:val="2"/>
          </w:tcPr>
          <w:p w14:paraId="0E9B4BD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B89F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E38C45" w14:textId="77777777" w:rsidTr="00CA2922">
        <w:trPr>
          <w:tblHeader/>
        </w:trPr>
        <w:tc>
          <w:tcPr>
            <w:tcW w:w="1396" w:type="pct"/>
          </w:tcPr>
          <w:p w14:paraId="5BABCC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CF1E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EC0E7E2" w14:textId="77777777" w:rsidTr="00CA2922">
        <w:tc>
          <w:tcPr>
            <w:tcW w:w="1396" w:type="pct"/>
          </w:tcPr>
          <w:p w14:paraId="70892927" w14:textId="42DD4BE1" w:rsidR="00F1480E" w:rsidRPr="000754EC" w:rsidRDefault="00B337D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FCA132" w14:textId="264F2C24" w:rsidR="00F1480E" w:rsidRPr="000754EC" w:rsidRDefault="00B337D7" w:rsidP="00DD0726">
            <w:pPr>
              <w:pStyle w:val="SIBulletList1"/>
            </w:pPr>
            <w:r>
              <w:t xml:space="preserve">Develop management plans </w:t>
            </w:r>
            <w:r w:rsidRPr="00A06417">
              <w:t>using clear and concise language</w:t>
            </w:r>
          </w:p>
        </w:tc>
      </w:tr>
      <w:tr w:rsidR="00F1480E" w:rsidRPr="00336FCA" w:rsidDel="00423CB2" w14:paraId="0151DF8A" w14:textId="77777777" w:rsidTr="00CA2922">
        <w:tc>
          <w:tcPr>
            <w:tcW w:w="1396" w:type="pct"/>
          </w:tcPr>
          <w:p w14:paraId="798CB871" w14:textId="15496FDF" w:rsidR="00F1480E" w:rsidRPr="000754EC" w:rsidRDefault="00B337D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68CC442" w14:textId="0F9AD049" w:rsidR="00F1480E" w:rsidRPr="000754EC" w:rsidRDefault="00B337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Interact effectively with stakeholders </w:t>
            </w:r>
            <w:r w:rsidR="006D4B64">
              <w:rPr>
                <w:rFonts w:eastAsia="Calibri"/>
              </w:rPr>
              <w:t>when views differ</w:t>
            </w:r>
          </w:p>
        </w:tc>
      </w:tr>
    </w:tbl>
    <w:p w14:paraId="17905782" w14:textId="77777777" w:rsidR="00916CD7" w:rsidRDefault="00916CD7" w:rsidP="005F771F">
      <w:pPr>
        <w:pStyle w:val="SIText"/>
      </w:pPr>
    </w:p>
    <w:p w14:paraId="1779D39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C3298AE" w14:textId="77777777" w:rsidTr="00F33FF2">
        <w:tc>
          <w:tcPr>
            <w:tcW w:w="5000" w:type="pct"/>
            <w:gridSpan w:val="4"/>
          </w:tcPr>
          <w:p w14:paraId="02FDC3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793DD8" w14:textId="77777777" w:rsidTr="00F33FF2">
        <w:tc>
          <w:tcPr>
            <w:tcW w:w="1028" w:type="pct"/>
          </w:tcPr>
          <w:p w14:paraId="1C183C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C4C4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BAB1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84447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6208" w14:paraId="1B97C702" w14:textId="77777777" w:rsidTr="00CA6A27">
        <w:trPr>
          <w:trHeight w:val="1017"/>
        </w:trPr>
        <w:tc>
          <w:tcPr>
            <w:tcW w:w="1028" w:type="pct"/>
          </w:tcPr>
          <w:p w14:paraId="5C465099" w14:textId="380197B0" w:rsidR="006E358D" w:rsidRPr="001E6208" w:rsidRDefault="001E6208" w:rsidP="00CA6A27">
            <w:pPr>
              <w:pStyle w:val="SIText"/>
            </w:pPr>
            <w:r>
              <w:t>AHCBUS6</w:t>
            </w:r>
            <w:r w:rsidR="00CA6A27">
              <w:t>1</w:t>
            </w:r>
            <w:r>
              <w:t>2</w:t>
            </w:r>
            <w:r w:rsidRPr="001E6208">
              <w:t xml:space="preserve"> Review land management plans and strategies</w:t>
            </w:r>
          </w:p>
        </w:tc>
        <w:tc>
          <w:tcPr>
            <w:tcW w:w="1105" w:type="pct"/>
          </w:tcPr>
          <w:p w14:paraId="108EE237" w14:textId="302506EB" w:rsidR="006E358D" w:rsidRPr="001E6208" w:rsidRDefault="001E6208" w:rsidP="00CA6A27">
            <w:pPr>
              <w:pStyle w:val="SIText"/>
            </w:pPr>
            <w:r w:rsidRPr="00A06417">
              <w:t xml:space="preserve">AHCBUS602 Review land management </w:t>
            </w:r>
            <w:r w:rsidRPr="001E6208">
              <w:t>plans and strategies</w:t>
            </w:r>
          </w:p>
        </w:tc>
        <w:tc>
          <w:tcPr>
            <w:tcW w:w="1251" w:type="pct"/>
          </w:tcPr>
          <w:p w14:paraId="35DF4259" w14:textId="77777777" w:rsidR="00CA6A27" w:rsidRDefault="005C07AF" w:rsidP="001E6208">
            <w:pPr>
              <w:pStyle w:val="SIText"/>
            </w:pPr>
            <w:r w:rsidRPr="005C07AF">
              <w:t xml:space="preserve">Performance criteria clarified. </w:t>
            </w:r>
          </w:p>
          <w:p w14:paraId="341AB2E6" w14:textId="77777777" w:rsidR="00CA6A27" w:rsidRDefault="005C07AF" w:rsidP="001E6208">
            <w:pPr>
              <w:pStyle w:val="SIText"/>
            </w:pPr>
            <w:r w:rsidRPr="005C07AF">
              <w:t xml:space="preserve">Foundation skills added. </w:t>
            </w:r>
          </w:p>
          <w:p w14:paraId="54890948" w14:textId="510125F9" w:rsidR="001E6208" w:rsidRPr="000754EC" w:rsidRDefault="005C07AF" w:rsidP="001E6208">
            <w:pPr>
              <w:pStyle w:val="SIText"/>
            </w:pPr>
            <w:r w:rsidRPr="005C07AF">
              <w:t>Assessment requirements updated.</w:t>
            </w:r>
          </w:p>
        </w:tc>
        <w:tc>
          <w:tcPr>
            <w:tcW w:w="1616" w:type="pct"/>
          </w:tcPr>
          <w:p w14:paraId="2835FCEE" w14:textId="77777777" w:rsidR="001E6208" w:rsidRPr="001E6208" w:rsidRDefault="001E6208" w:rsidP="001E6208">
            <w:pPr>
              <w:pStyle w:val="SIText"/>
            </w:pPr>
            <w:r w:rsidRPr="000754EC">
              <w:t xml:space="preserve">Equivalent unit </w:t>
            </w:r>
          </w:p>
          <w:p w14:paraId="3A34EDE9" w14:textId="77777777" w:rsidR="001E6208" w:rsidRPr="001E6208" w:rsidRDefault="001E6208" w:rsidP="001E6208">
            <w:pPr>
              <w:pStyle w:val="SIText"/>
            </w:pPr>
          </w:p>
        </w:tc>
      </w:tr>
    </w:tbl>
    <w:p w14:paraId="28BA56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70A23D" w14:textId="77777777" w:rsidTr="00CA2922">
        <w:tc>
          <w:tcPr>
            <w:tcW w:w="1396" w:type="pct"/>
            <w:shd w:val="clear" w:color="auto" w:fill="auto"/>
          </w:tcPr>
          <w:p w14:paraId="0F95E8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F3723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E0CA8DF" w14:textId="77777777" w:rsidR="00F1480E" w:rsidRDefault="00F1480E" w:rsidP="005F771F">
      <w:pPr>
        <w:pStyle w:val="SIText"/>
      </w:pPr>
    </w:p>
    <w:p w14:paraId="66B73B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877B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FF7A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AC640F" w14:textId="48AEFFDE" w:rsidR="00556C4C" w:rsidRPr="000754EC" w:rsidRDefault="00556C4C" w:rsidP="00861C8E">
            <w:pPr>
              <w:pStyle w:val="SIUnittitle"/>
            </w:pPr>
            <w:r w:rsidRPr="00F56827">
              <w:t xml:space="preserve">Assessment requirements for </w:t>
            </w:r>
            <w:r w:rsidR="001E6208">
              <w:t>AHCBUS6</w:t>
            </w:r>
            <w:r w:rsidR="00CA6A27">
              <w:t>1</w:t>
            </w:r>
            <w:r w:rsidR="001E6208">
              <w:t>2</w:t>
            </w:r>
            <w:r w:rsidR="001E6208" w:rsidRPr="001E6208">
              <w:t xml:space="preserve"> Review land management plans and strategies</w:t>
            </w:r>
          </w:p>
        </w:tc>
      </w:tr>
      <w:tr w:rsidR="00556C4C" w:rsidRPr="00A55106" w14:paraId="5897FF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9D88D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D67499" w14:textId="77777777" w:rsidTr="00113678">
        <w:tc>
          <w:tcPr>
            <w:tcW w:w="5000" w:type="pct"/>
            <w:gridSpan w:val="2"/>
            <w:shd w:val="clear" w:color="auto" w:fill="auto"/>
          </w:tcPr>
          <w:p w14:paraId="661DFD97" w14:textId="52851497" w:rsidR="001E6208" w:rsidRDefault="005C07AF" w:rsidP="001E6208">
            <w:pPr>
              <w:pStyle w:val="SIText"/>
            </w:pPr>
            <w:r w:rsidRPr="000754EC">
              <w:t xml:space="preserve">An individual demonstrating </w:t>
            </w:r>
            <w:r w:rsidRPr="005C07AF">
              <w:t xml:space="preserve">competency must satisfy all of the elements and performance criteria in this unit. There must be evidence that the individual has </w:t>
            </w:r>
            <w:r w:rsidR="00BB6894">
              <w:t>reviewed land management plans and strategies of at least one designated plot of land, including:</w:t>
            </w:r>
          </w:p>
          <w:p w14:paraId="4EAE91EF" w14:textId="5673B57A" w:rsidR="00BB6894" w:rsidRPr="00D04D07" w:rsidRDefault="00BB6894" w:rsidP="00EE0CC8">
            <w:pPr>
              <w:pStyle w:val="SIBulletList1"/>
            </w:pPr>
            <w:r>
              <w:t>established clear criteria for reviewing land usage, land management plans and strategies</w:t>
            </w:r>
          </w:p>
          <w:p w14:paraId="0177FECB" w14:textId="2923C4A3" w:rsidR="001E6208" w:rsidRPr="001E6208" w:rsidRDefault="001E6208">
            <w:pPr>
              <w:pStyle w:val="SIBulletList1"/>
            </w:pPr>
            <w:r w:rsidRPr="00D04D07">
              <w:t>analyse</w:t>
            </w:r>
            <w:r w:rsidR="00BB6894">
              <w:t>d</w:t>
            </w:r>
            <w:r w:rsidRPr="00D04D07">
              <w:t xml:space="preserve"> existing </w:t>
            </w:r>
            <w:r w:rsidR="00BB6894">
              <w:t xml:space="preserve">land usage, land </w:t>
            </w:r>
            <w:r w:rsidRPr="00D04D07">
              <w:t>management plans and strategies</w:t>
            </w:r>
          </w:p>
          <w:p w14:paraId="73766359" w14:textId="6C6AF22B" w:rsidR="001E6208" w:rsidRPr="001E6208" w:rsidRDefault="00BB6894" w:rsidP="001E6208">
            <w:pPr>
              <w:pStyle w:val="SIBulletList1"/>
            </w:pPr>
            <w:r>
              <w:t>m</w:t>
            </w:r>
            <w:r w:rsidRPr="00D04D07">
              <w:t>odif</w:t>
            </w:r>
            <w:r>
              <w:t>ied land</w:t>
            </w:r>
            <w:r w:rsidR="001E6208" w:rsidRPr="00D04D07">
              <w:t xml:space="preserve"> management plans and strategies</w:t>
            </w:r>
            <w:r>
              <w:t xml:space="preserve"> to match required outcomes</w:t>
            </w:r>
          </w:p>
          <w:p w14:paraId="1FCE309E" w14:textId="10316C1A" w:rsidR="001E6208" w:rsidRPr="001E6208" w:rsidRDefault="001E6208" w:rsidP="001E6208">
            <w:pPr>
              <w:pStyle w:val="SIBulletList1"/>
            </w:pPr>
            <w:r w:rsidRPr="00D04D07">
              <w:t>implement</w:t>
            </w:r>
            <w:r w:rsidR="00BB6894">
              <w:t>ed</w:t>
            </w:r>
            <w:r w:rsidRPr="00D04D07">
              <w:t xml:space="preserve"> modified </w:t>
            </w:r>
            <w:r w:rsidR="00BB6894">
              <w:t xml:space="preserve">land </w:t>
            </w:r>
            <w:r w:rsidRPr="00D04D07">
              <w:t>management plans and strategies</w:t>
            </w:r>
          </w:p>
          <w:p w14:paraId="442BCFFA" w14:textId="5DD95E85" w:rsidR="00556C4C" w:rsidRPr="000754EC" w:rsidRDefault="00BB6894" w:rsidP="001E6208">
            <w:pPr>
              <w:pStyle w:val="SIBulletList1"/>
            </w:pPr>
            <w:r>
              <w:t>monitored land management plans to ensure required outcomes are achieved.</w:t>
            </w:r>
          </w:p>
        </w:tc>
      </w:tr>
    </w:tbl>
    <w:p w14:paraId="4143F6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99DD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438D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B15458" w14:textId="77777777" w:rsidTr="00CA2922">
        <w:tc>
          <w:tcPr>
            <w:tcW w:w="5000" w:type="pct"/>
            <w:shd w:val="clear" w:color="auto" w:fill="auto"/>
          </w:tcPr>
          <w:p w14:paraId="617C15F3" w14:textId="77777777" w:rsidR="005C07AF" w:rsidRPr="005C07AF" w:rsidRDefault="005C07AF" w:rsidP="005C07AF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C07AF">
              <w:t>in the elements and performance criteria of this unit. This includes knowledge of:</w:t>
            </w:r>
          </w:p>
          <w:p w14:paraId="2D376C45" w14:textId="2E51F78B" w:rsidR="001E6208" w:rsidRDefault="001E6208" w:rsidP="001E6208">
            <w:pPr>
              <w:pStyle w:val="SIBulletList1"/>
            </w:pPr>
            <w:r w:rsidRPr="00D04D07">
              <w:t>ecosystems including the interrelationship of geophysical, hydrological, biological and meteorological factors</w:t>
            </w:r>
          </w:p>
          <w:p w14:paraId="19925CFA" w14:textId="7E109A66" w:rsidR="00A212DE" w:rsidRDefault="00A212DE" w:rsidP="001E6208">
            <w:pPr>
              <w:pStyle w:val="SIBulletList1"/>
            </w:pPr>
            <w:r>
              <w:t>effects of climate change on the environment and on soil</w:t>
            </w:r>
          </w:p>
          <w:p w14:paraId="424154B4" w14:textId="219F307B" w:rsidR="001E6208" w:rsidRDefault="00A212DE" w:rsidP="009631D7">
            <w:pPr>
              <w:pStyle w:val="SIBulletList1"/>
            </w:pPr>
            <w:r>
              <w:t xml:space="preserve">advantages of improved </w:t>
            </w:r>
            <w:r w:rsidR="001E6208" w:rsidRPr="00D04D07">
              <w:t>biodiversity</w:t>
            </w:r>
            <w:r>
              <w:t xml:space="preserve"> above and below ground</w:t>
            </w:r>
          </w:p>
          <w:p w14:paraId="36D1AF16" w14:textId="6FD59AE1" w:rsidR="00A212DE" w:rsidRPr="00A212DE" w:rsidRDefault="00A212DE" w:rsidP="00A212DE">
            <w:pPr>
              <w:pStyle w:val="SIBulletList1"/>
            </w:pPr>
            <w:r>
              <w:t>common land management practices that reduce greenhouse gas emissions, including:</w:t>
            </w:r>
          </w:p>
          <w:p w14:paraId="74E2343F" w14:textId="77777777" w:rsidR="000C4B92" w:rsidRDefault="00A212DE" w:rsidP="00EE0CC8">
            <w:pPr>
              <w:pStyle w:val="SIBulletList2"/>
            </w:pPr>
            <w:r w:rsidRPr="00A212DE">
              <w:t xml:space="preserve">crop </w:t>
            </w:r>
            <w:r w:rsidRPr="00B337D7">
              <w:t>stubble</w:t>
            </w:r>
            <w:r w:rsidRPr="00A212DE">
              <w:t xml:space="preserve"> retention</w:t>
            </w:r>
          </w:p>
          <w:p w14:paraId="170B94EC" w14:textId="77777777" w:rsidR="000C4B92" w:rsidRPr="000C4B92" w:rsidRDefault="00A212DE" w:rsidP="00EE0CC8">
            <w:pPr>
              <w:pStyle w:val="SIBulletList2"/>
            </w:pPr>
            <w:r w:rsidRPr="000C4B92">
              <w:t>no till cropping</w:t>
            </w:r>
          </w:p>
          <w:p w14:paraId="319F856F" w14:textId="4FCEB51C" w:rsidR="000C4B92" w:rsidRPr="000C4B92" w:rsidRDefault="00A212DE" w:rsidP="00EE0CC8">
            <w:pPr>
              <w:pStyle w:val="SIBulletList2"/>
            </w:pPr>
            <w:r w:rsidRPr="000C4B92">
              <w:t xml:space="preserve">mulching </w:t>
            </w:r>
          </w:p>
          <w:p w14:paraId="5747A68A" w14:textId="77777777" w:rsidR="000C4B92" w:rsidRPr="000C4B92" w:rsidRDefault="00A212DE" w:rsidP="00EE0CC8">
            <w:pPr>
              <w:pStyle w:val="SIBulletList2"/>
            </w:pPr>
            <w:r w:rsidRPr="000C4B92">
              <w:t>improved water management</w:t>
            </w:r>
          </w:p>
          <w:p w14:paraId="66238BB9" w14:textId="77777777" w:rsidR="000C4B92" w:rsidRPr="000C4B92" w:rsidRDefault="00A212DE" w:rsidP="00EE0CC8">
            <w:pPr>
              <w:pStyle w:val="SIBulletList2"/>
            </w:pPr>
            <w:r w:rsidRPr="000C4B92">
              <w:t>use of organic fertilisers</w:t>
            </w:r>
          </w:p>
          <w:p w14:paraId="14C1B42B" w14:textId="6629A172" w:rsidR="000C4B92" w:rsidRPr="000C4B92" w:rsidRDefault="00A212DE" w:rsidP="00EE0CC8">
            <w:pPr>
              <w:pStyle w:val="SIBulletList2"/>
            </w:pPr>
            <w:r w:rsidRPr="000C4B92">
              <w:t>composting</w:t>
            </w:r>
          </w:p>
          <w:p w14:paraId="64520D9C" w14:textId="77777777" w:rsidR="000C4B92" w:rsidRPr="000C4B92" w:rsidRDefault="00A212DE" w:rsidP="00EE0CC8">
            <w:pPr>
              <w:pStyle w:val="SIBulletList2"/>
            </w:pPr>
            <w:r w:rsidRPr="000C4B92">
              <w:t>protecting vegetation from stock grazing</w:t>
            </w:r>
          </w:p>
          <w:p w14:paraId="72B09137" w14:textId="3037B61C" w:rsidR="00A212DE" w:rsidRPr="000C4B92" w:rsidRDefault="00A212DE">
            <w:pPr>
              <w:pStyle w:val="SIBulletList2"/>
            </w:pPr>
            <w:r w:rsidRPr="000C4B92">
              <w:t>reducing emissions from cattle and dairy cows through controlled grazing</w:t>
            </w:r>
          </w:p>
          <w:p w14:paraId="5F5B5BB9" w14:textId="3C7296EF" w:rsidR="001E6208" w:rsidRPr="001E6208" w:rsidRDefault="001E6208" w:rsidP="001E6208">
            <w:pPr>
              <w:pStyle w:val="SIBulletList1"/>
            </w:pPr>
            <w:r w:rsidRPr="00D04D07">
              <w:t xml:space="preserve">monitoring parameters and techniques utilised in </w:t>
            </w:r>
            <w:r w:rsidRPr="001E6208">
              <w:t>biological monitoring</w:t>
            </w:r>
          </w:p>
          <w:p w14:paraId="4EDABC58" w14:textId="77777777" w:rsidR="001E6208" w:rsidRPr="001E6208" w:rsidRDefault="001E6208" w:rsidP="001E6208">
            <w:pPr>
              <w:pStyle w:val="SIBulletList1"/>
            </w:pPr>
            <w:r w:rsidRPr="00D04D07">
              <w:t>threats, both natural and from human activity, to places of natural significance</w:t>
            </w:r>
          </w:p>
          <w:p w14:paraId="38786AA3" w14:textId="77777777" w:rsidR="001E6208" w:rsidRPr="001E6208" w:rsidRDefault="001E6208" w:rsidP="001E6208">
            <w:pPr>
              <w:pStyle w:val="SIBulletList1"/>
            </w:pPr>
            <w:r w:rsidRPr="00D04D07">
              <w:t>international, national and local standards and codes of practice for land management</w:t>
            </w:r>
          </w:p>
          <w:p w14:paraId="7E9FD3EA" w14:textId="77777777" w:rsidR="001E6208" w:rsidRPr="001E6208" w:rsidRDefault="001E6208" w:rsidP="001E6208">
            <w:pPr>
              <w:pStyle w:val="SIBulletList1"/>
            </w:pPr>
            <w:r w:rsidRPr="00D04D07">
              <w:t xml:space="preserve">land management assessment and monitoring processes </w:t>
            </w:r>
          </w:p>
          <w:p w14:paraId="760CB916" w14:textId="77777777" w:rsidR="001E6208" w:rsidRPr="001E6208" w:rsidRDefault="001E6208" w:rsidP="001E6208">
            <w:pPr>
              <w:pStyle w:val="SIBulletList1"/>
            </w:pPr>
            <w:r w:rsidRPr="00D04D07">
              <w:t>scientific processes for evaluating land management</w:t>
            </w:r>
          </w:p>
          <w:p w14:paraId="72CC7BAB" w14:textId="214D22D6" w:rsidR="00F1480E" w:rsidRPr="000754EC" w:rsidRDefault="001E6208">
            <w:pPr>
              <w:pStyle w:val="SIBulletList1"/>
            </w:pPr>
            <w:r w:rsidRPr="00D04D07">
              <w:t xml:space="preserve">general understanding of </w:t>
            </w:r>
            <w:r w:rsidR="00DA1B56">
              <w:t xml:space="preserve">a </w:t>
            </w:r>
            <w:r w:rsidRPr="00D04D07">
              <w:t>range of cultural issues</w:t>
            </w:r>
            <w:r w:rsidR="000C4B92">
              <w:t>.</w:t>
            </w:r>
          </w:p>
        </w:tc>
      </w:tr>
    </w:tbl>
    <w:p w14:paraId="12FD8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8B71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FC9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A0E60" w14:textId="77777777" w:rsidTr="00CA2922">
        <w:tc>
          <w:tcPr>
            <w:tcW w:w="5000" w:type="pct"/>
            <w:shd w:val="clear" w:color="auto" w:fill="auto"/>
          </w:tcPr>
          <w:p w14:paraId="06723DD7" w14:textId="61A2B784" w:rsidR="005C07AF" w:rsidRPr="006E7747" w:rsidRDefault="005C07AF" w:rsidP="005C07AF">
            <w:pPr>
              <w:pStyle w:val="SIText"/>
              <w:rPr>
                <w:rStyle w:val="SITemporaryText"/>
              </w:rPr>
            </w:pPr>
            <w:r>
              <w:t xml:space="preserve">Assessment of </w:t>
            </w:r>
            <w:r w:rsidRPr="005C07AF">
              <w:t xml:space="preserve">skills must take place under the following conditions: </w:t>
            </w:r>
          </w:p>
          <w:p w14:paraId="67BB248A" w14:textId="77777777" w:rsidR="005C07AF" w:rsidRPr="005C07AF" w:rsidRDefault="005C07AF" w:rsidP="005C07AF">
            <w:pPr>
              <w:pStyle w:val="SIBulletList1"/>
            </w:pPr>
            <w:r w:rsidRPr="006E7747">
              <w:t>physical conditions:</w:t>
            </w:r>
          </w:p>
          <w:p w14:paraId="1175AE42" w14:textId="2D7DDB7B" w:rsidR="005C07AF" w:rsidRPr="005C07AF" w:rsidRDefault="005C07AF" w:rsidP="005C07AF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3F7A29">
              <w:t xml:space="preserve">a workplace setting or </w:t>
            </w:r>
            <w:bookmarkStart w:id="0" w:name="_GoBack"/>
            <w:bookmarkEnd w:id="0"/>
            <w:r w:rsidRPr="006E7747">
              <w:t>an environment that accurately represents workplace conditions</w:t>
            </w:r>
          </w:p>
          <w:p w14:paraId="6AAAD192" w14:textId="77777777" w:rsidR="005C07AF" w:rsidRPr="005C07AF" w:rsidRDefault="005C07AF" w:rsidP="005C07AF">
            <w:pPr>
              <w:pStyle w:val="SIBulletList1"/>
            </w:pPr>
            <w:r w:rsidRPr="006E7747">
              <w:t>resources, equipment and materials:</w:t>
            </w:r>
          </w:p>
          <w:p w14:paraId="3636C5B3" w14:textId="5B8FB151" w:rsidR="005C07AF" w:rsidRPr="00EE0CC8" w:rsidRDefault="000C4B9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E0CC8">
              <w:rPr>
                <w:rStyle w:val="SITemporaryText"/>
                <w:rFonts w:eastAsia="Calibri"/>
                <w:color w:val="auto"/>
                <w:sz w:val="20"/>
              </w:rPr>
              <w:t>access to a plot of land.</w:t>
            </w:r>
          </w:p>
          <w:p w14:paraId="6E4B40F0" w14:textId="77777777" w:rsidR="005C07AF" w:rsidRDefault="005C07AF" w:rsidP="005C07AF">
            <w:pPr>
              <w:pStyle w:val="SIText"/>
            </w:pPr>
          </w:p>
          <w:p w14:paraId="6FF10783" w14:textId="3A673059" w:rsidR="00F1480E" w:rsidRPr="000754EC" w:rsidRDefault="005C07AF" w:rsidP="00CA6A2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C07AF">
              <w:t>must satisfy the requirements for assessors in applicable vocational education and training legislation, frameworks and/or standards.</w:t>
            </w:r>
          </w:p>
        </w:tc>
      </w:tr>
    </w:tbl>
    <w:p w14:paraId="58C62D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093C4C" w14:textId="77777777" w:rsidTr="004679E3">
        <w:tc>
          <w:tcPr>
            <w:tcW w:w="990" w:type="pct"/>
            <w:shd w:val="clear" w:color="auto" w:fill="auto"/>
          </w:tcPr>
          <w:p w14:paraId="45DF878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5EEB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36F4DD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5ADC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45424" w14:textId="77777777" w:rsidR="00B0367A" w:rsidRDefault="00B0367A" w:rsidP="00BF3F0A">
      <w:r>
        <w:separator/>
      </w:r>
    </w:p>
    <w:p w14:paraId="17BC9BE2" w14:textId="77777777" w:rsidR="00B0367A" w:rsidRDefault="00B0367A"/>
  </w:endnote>
  <w:endnote w:type="continuationSeparator" w:id="0">
    <w:p w14:paraId="6BF89559" w14:textId="77777777" w:rsidR="00B0367A" w:rsidRDefault="00B0367A" w:rsidP="00BF3F0A">
      <w:r>
        <w:continuationSeparator/>
      </w:r>
    </w:p>
    <w:p w14:paraId="3A86688D" w14:textId="77777777" w:rsidR="00B0367A" w:rsidRDefault="00B03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1BFD182" w14:textId="412ADF2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026E">
          <w:rPr>
            <w:noProof/>
          </w:rPr>
          <w:t>4</w:t>
        </w:r>
        <w:r w:rsidRPr="000754EC">
          <w:fldChar w:fldCharType="end"/>
        </w:r>
      </w:p>
      <w:p w14:paraId="76D53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37C4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3047D" w14:textId="77777777" w:rsidR="00B0367A" w:rsidRDefault="00B0367A" w:rsidP="00BF3F0A">
      <w:r>
        <w:separator/>
      </w:r>
    </w:p>
    <w:p w14:paraId="3EEFFFBC" w14:textId="77777777" w:rsidR="00B0367A" w:rsidRDefault="00B0367A"/>
  </w:footnote>
  <w:footnote w:type="continuationSeparator" w:id="0">
    <w:p w14:paraId="68F18802" w14:textId="77777777" w:rsidR="00B0367A" w:rsidRDefault="00B0367A" w:rsidP="00BF3F0A">
      <w:r>
        <w:continuationSeparator/>
      </w:r>
    </w:p>
    <w:p w14:paraId="14FBA01A" w14:textId="77777777" w:rsidR="00B0367A" w:rsidRDefault="00B036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BA70" w14:textId="2EC529CD" w:rsidR="009C2650" w:rsidRPr="001E6208" w:rsidRDefault="00EB27E5" w:rsidP="001E6208">
    <w:pPr>
      <w:pStyle w:val="SIText"/>
    </w:pPr>
    <w:r>
      <w:t>AHCBUS</w:t>
    </w:r>
    <w:r w:rsidR="001E6208">
      <w:t>6</w:t>
    </w:r>
    <w:r w:rsidR="00CA6A27">
      <w:t>1</w:t>
    </w:r>
    <w:r w:rsidR="001E6208">
      <w:t xml:space="preserve">2 </w:t>
    </w:r>
    <w:r w:rsidR="001E6208" w:rsidRPr="001E6208">
      <w:t>Review land management plan</w:t>
    </w:r>
    <w:r w:rsidR="009E5046">
      <w:t>s</w:t>
    </w:r>
    <w:r w:rsidR="001E6208" w:rsidRPr="001E6208">
      <w:t xml:space="preserve"> and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7A9B"/>
    <w:multiLevelType w:val="hybridMultilevel"/>
    <w:tmpl w:val="DC484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C0E92"/>
    <w:multiLevelType w:val="hybridMultilevel"/>
    <w:tmpl w:val="60367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2MDA3tTSwMDJW0lEKTi0uzszPAykwrAUAeBHl1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B9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355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FE9"/>
    <w:rsid w:val="001E620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B8C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A8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9BF"/>
    <w:rsid w:val="003D2E73"/>
    <w:rsid w:val="003E38C0"/>
    <w:rsid w:val="003E72B6"/>
    <w:rsid w:val="003E7BBE"/>
    <w:rsid w:val="003F7A29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777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026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C07A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343"/>
    <w:rsid w:val="006820DC"/>
    <w:rsid w:val="00686A49"/>
    <w:rsid w:val="00687B62"/>
    <w:rsid w:val="00690C44"/>
    <w:rsid w:val="006969D9"/>
    <w:rsid w:val="006A2B68"/>
    <w:rsid w:val="006C2F32"/>
    <w:rsid w:val="006D38C3"/>
    <w:rsid w:val="006D4448"/>
    <w:rsid w:val="006D4B64"/>
    <w:rsid w:val="006D6DFD"/>
    <w:rsid w:val="006E2C4D"/>
    <w:rsid w:val="006E358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92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6EA"/>
    <w:rsid w:val="008322BE"/>
    <w:rsid w:val="00834BC8"/>
    <w:rsid w:val="00837FD6"/>
    <w:rsid w:val="00847B60"/>
    <w:rsid w:val="00850243"/>
    <w:rsid w:val="00851BE5"/>
    <w:rsid w:val="008545EB"/>
    <w:rsid w:val="00861C8E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198"/>
    <w:rsid w:val="009123D1"/>
    <w:rsid w:val="00916CD7"/>
    <w:rsid w:val="00920927"/>
    <w:rsid w:val="00921B38"/>
    <w:rsid w:val="00923720"/>
    <w:rsid w:val="009278C9"/>
    <w:rsid w:val="00932CD7"/>
    <w:rsid w:val="00944C09"/>
    <w:rsid w:val="00946F4E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046"/>
    <w:rsid w:val="009F0DCC"/>
    <w:rsid w:val="009F11CA"/>
    <w:rsid w:val="00A0695B"/>
    <w:rsid w:val="00A13052"/>
    <w:rsid w:val="00A212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67A"/>
    <w:rsid w:val="00B0712C"/>
    <w:rsid w:val="00B12013"/>
    <w:rsid w:val="00B22C67"/>
    <w:rsid w:val="00B337D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689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A27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949"/>
    <w:rsid w:val="00D32124"/>
    <w:rsid w:val="00D54C76"/>
    <w:rsid w:val="00D65383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1B56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E0C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751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990ECA-CA0C-4DCC-A643-92B4D754A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77E89D-EBCE-4F43-BD62-5F59EF9E8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4</cp:revision>
  <cp:lastPrinted>2016-05-27T05:21:00Z</cp:lastPrinted>
  <dcterms:created xsi:type="dcterms:W3CDTF">2019-05-08T03:24:00Z</dcterms:created>
  <dcterms:modified xsi:type="dcterms:W3CDTF">2019-05-30T01:47:00Z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608">
    <vt:lpwstr>1297</vt:lpwstr>
  </property>
  <property fmtid="{D5CDD505-2E9C-101B-9397-08002B2CF9AE}" pid="20" name="AuthorIds_UIVersion_6144">
    <vt:lpwstr>115</vt:lpwstr>
  </property>
</Properties>
</file>